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E2" w:rsidRDefault="007940E2" w:rsidP="00B27F8B">
      <w:pPr>
        <w:jc w:val="center"/>
        <w:rPr>
          <w:rFonts w:ascii="Times New Roman" w:hAnsi="Times New Roman"/>
          <w:b/>
          <w:sz w:val="28"/>
          <w:szCs w:val="28"/>
        </w:rPr>
      </w:pPr>
      <w:r w:rsidRPr="00B27F8B">
        <w:rPr>
          <w:rFonts w:ascii="Times New Roman" w:hAnsi="Times New Roman"/>
          <w:b/>
          <w:sz w:val="28"/>
          <w:szCs w:val="28"/>
        </w:rPr>
        <w:t>Объявление</w:t>
      </w:r>
    </w:p>
    <w:p w:rsidR="007940E2" w:rsidRPr="005F23F8" w:rsidRDefault="007940E2" w:rsidP="00173C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Отдел муниципального контроля Администрации Сокольского муниципального округа информирует о разработке проекта п</w:t>
      </w:r>
      <w:r w:rsidRPr="005F23F8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я главы </w:t>
      </w:r>
      <w:r w:rsidRPr="005F23F8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кольского муниципального округа </w:t>
      </w:r>
      <w:r w:rsidRPr="005F23F8">
        <w:rPr>
          <w:rFonts w:ascii="Times New Roman" w:hAnsi="Times New Roman"/>
          <w:sz w:val="28"/>
          <w:szCs w:val="28"/>
        </w:rPr>
        <w:t>«</w:t>
      </w:r>
      <w:r w:rsidRPr="00C040B5">
        <w:rPr>
          <w:rFonts w:ascii="Times New Roman" w:hAnsi="Times New Roman"/>
          <w:sz w:val="28"/>
          <w:szCs w:val="28"/>
        </w:rPr>
        <w:t>О проведении публичных слушаний по проекту решения Муниципального Собрания Сокольского муниципального округа «О</w:t>
      </w:r>
      <w:r>
        <w:rPr>
          <w:rFonts w:ascii="Times New Roman" w:hAnsi="Times New Roman"/>
          <w:sz w:val="28"/>
          <w:szCs w:val="28"/>
        </w:rPr>
        <w:t>б</w:t>
      </w:r>
      <w:r w:rsidRPr="00C040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утверждении</w:t>
      </w:r>
      <w:r w:rsidRPr="00C040B5">
        <w:rPr>
          <w:rFonts w:ascii="Times New Roman" w:hAnsi="Times New Roman"/>
          <w:sz w:val="28"/>
          <w:szCs w:val="28"/>
        </w:rPr>
        <w:t xml:space="preserve"> Правил благоустройс</w:t>
      </w:r>
      <w:r>
        <w:rPr>
          <w:rFonts w:ascii="Times New Roman" w:hAnsi="Times New Roman"/>
          <w:sz w:val="28"/>
          <w:szCs w:val="28"/>
        </w:rPr>
        <w:t>тва территории Сокольского муни</w:t>
      </w:r>
      <w:r w:rsidRPr="00C040B5">
        <w:rPr>
          <w:rFonts w:ascii="Times New Roman" w:hAnsi="Times New Roman"/>
          <w:sz w:val="28"/>
          <w:szCs w:val="28"/>
        </w:rPr>
        <w:t>ципального округа Вологод</w:t>
      </w:r>
      <w:r>
        <w:rPr>
          <w:rFonts w:ascii="Times New Roman" w:hAnsi="Times New Roman"/>
          <w:sz w:val="28"/>
          <w:szCs w:val="28"/>
        </w:rPr>
        <w:t>ской области</w:t>
      </w:r>
      <w:r w:rsidRPr="00C040B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 и размещает его на официальном сайте Сокольского муниципального округа для проведения общественного обсуждения и независимой антикоррупционной экспертизы.</w:t>
      </w:r>
    </w:p>
    <w:p w:rsidR="007940E2" w:rsidRDefault="007940E2" w:rsidP="00173C42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Граждане и иные заинтересованные лица могут направлять свои предложения по проектам постановлений в отдел муниципального контроля Администрации Сокольского муниц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ипального района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Hyperlink"/>
            <w:rFonts w:ascii="Times New Roman" w:hAnsi="Times New Roman"/>
            <w:sz w:val="28"/>
            <w:szCs w:val="28"/>
            <w:lang w:val="en-US"/>
          </w:rPr>
          <w:t>sokol</w:t>
        </w:r>
        <w:r w:rsidRPr="00DD75E3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DD75E3">
          <w:rPr>
            <w:rStyle w:val="Hyperlink"/>
            <w:rFonts w:ascii="Times New Roman" w:hAnsi="Times New Roman"/>
            <w:sz w:val="28"/>
            <w:szCs w:val="28"/>
            <w:lang w:val="en-US"/>
          </w:rPr>
          <w:t>mupk</w:t>
        </w:r>
        <w:r w:rsidRPr="00DD75E3">
          <w:rPr>
            <w:rStyle w:val="Hyperlink"/>
            <w:rFonts w:ascii="Times New Roman" w:hAnsi="Times New Roman"/>
            <w:sz w:val="28"/>
            <w:szCs w:val="28"/>
          </w:rPr>
          <w:t>35@</w:t>
        </w:r>
        <w:r w:rsidRPr="00DD75E3">
          <w:rPr>
            <w:rStyle w:val="Hyperlink"/>
            <w:rFonts w:ascii="Times New Roman" w:hAnsi="Times New Roman"/>
            <w:sz w:val="28"/>
            <w:szCs w:val="28"/>
            <w:lang w:val="en-US"/>
          </w:rPr>
          <w:t>yandex</w:t>
        </w:r>
        <w:r w:rsidRPr="00DD75E3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DD75E3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5F23F8">
        <w:rPr>
          <w:rFonts w:ascii="Times New Roman" w:hAnsi="Times New Roman"/>
          <w:sz w:val="28"/>
          <w:szCs w:val="28"/>
        </w:rPr>
        <w:t>.</w:t>
      </w:r>
    </w:p>
    <w:p w:rsidR="007940E2" w:rsidRDefault="007940E2" w:rsidP="00173C42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Сокольского муниципального района.</w:t>
      </w:r>
    </w:p>
    <w:p w:rsidR="007940E2" w:rsidRPr="005F23F8" w:rsidRDefault="007940E2" w:rsidP="00173C42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Независимая антикоррупционная экспертиза проектов проводиться в течение 7 (семи) дней со дня, следующего за днем размещения проектов на сайте.</w:t>
      </w:r>
    </w:p>
    <w:p w:rsidR="007940E2" w:rsidRDefault="007940E2" w:rsidP="005F23F8">
      <w:pPr>
        <w:spacing w:after="0"/>
        <w:rPr>
          <w:rFonts w:ascii="Times New Roman" w:hAnsi="Times New Roman"/>
          <w:sz w:val="28"/>
          <w:szCs w:val="28"/>
        </w:rPr>
      </w:pPr>
    </w:p>
    <w:p w:rsidR="007940E2" w:rsidRPr="00B27F8B" w:rsidRDefault="007940E2" w:rsidP="005F23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940E2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62F"/>
    <w:rsid w:val="00151DD4"/>
    <w:rsid w:val="00173C42"/>
    <w:rsid w:val="001B69E5"/>
    <w:rsid w:val="00276D0E"/>
    <w:rsid w:val="00460193"/>
    <w:rsid w:val="004A2B22"/>
    <w:rsid w:val="005C1FD7"/>
    <w:rsid w:val="005F23F8"/>
    <w:rsid w:val="006171C5"/>
    <w:rsid w:val="00721263"/>
    <w:rsid w:val="00783B7F"/>
    <w:rsid w:val="007908F8"/>
    <w:rsid w:val="007940E2"/>
    <w:rsid w:val="009B51BD"/>
    <w:rsid w:val="00B27798"/>
    <w:rsid w:val="00B27F8B"/>
    <w:rsid w:val="00C040B5"/>
    <w:rsid w:val="00CD362F"/>
    <w:rsid w:val="00D9323F"/>
    <w:rsid w:val="00DD75E3"/>
    <w:rsid w:val="00DE4CE2"/>
    <w:rsid w:val="00E942B5"/>
    <w:rsid w:val="00EB4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23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F23F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04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185</Words>
  <Characters>1060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mun.sobranie@mail.ru</cp:lastModifiedBy>
  <cp:revision>14</cp:revision>
  <cp:lastPrinted>2024-03-11T11:50:00Z</cp:lastPrinted>
  <dcterms:created xsi:type="dcterms:W3CDTF">2022-11-21T13:36:00Z</dcterms:created>
  <dcterms:modified xsi:type="dcterms:W3CDTF">2024-03-11T11:53:00Z</dcterms:modified>
</cp:coreProperties>
</file>