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B4B" w:rsidRDefault="007D2B4B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7AE9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</w:t>
      </w:r>
    </w:p>
    <w:p w:rsidR="007D2B4B" w:rsidRPr="00387AE9" w:rsidRDefault="007D2B4B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решению Муниципального Собрания Сокольского муниципального округа </w:t>
      </w:r>
      <w:r w:rsidRPr="002C5F11">
        <w:rPr>
          <w:rFonts w:ascii="Times New Roman" w:hAnsi="Times New Roman" w:cs="Times New Roman"/>
          <w:b/>
          <w:bCs/>
          <w:sz w:val="28"/>
          <w:szCs w:val="28"/>
        </w:rPr>
        <w:t>«О внесении изменения в Положение о собраниях граждан и конференциях граждан (собраниях делегатов) в Сокольском муниципальном округе Вологодской области»</w:t>
      </w:r>
    </w:p>
    <w:p w:rsidR="007D2B4B" w:rsidRDefault="007D2B4B" w:rsidP="002B7D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D2B4B" w:rsidRPr="002C5F11" w:rsidRDefault="007D2B4B" w:rsidP="00C9642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6424">
        <w:rPr>
          <w:rFonts w:ascii="Times New Roman" w:hAnsi="Times New Roman" w:cs="Times New Roman"/>
          <w:sz w:val="28"/>
          <w:szCs w:val="28"/>
        </w:rPr>
        <w:t xml:space="preserve">Решение Муниципального Собрания Сокольского муниципального округа </w:t>
      </w:r>
      <w:r w:rsidRPr="002C5F11">
        <w:rPr>
          <w:rFonts w:ascii="Times New Roman" w:hAnsi="Times New Roman" w:cs="Times New Roman"/>
          <w:sz w:val="28"/>
          <w:szCs w:val="28"/>
        </w:rPr>
        <w:t>«О внесении изменения в Положение о собраниях граждан и конференциях граждан (собраниях делегатов) в Сокольском муниципальном округе Вологодской области»</w:t>
      </w:r>
      <w:r w:rsidRPr="00C96424">
        <w:rPr>
          <w:rFonts w:ascii="Times New Roman" w:hAnsi="Times New Roman" w:cs="Times New Roman"/>
          <w:sz w:val="28"/>
          <w:szCs w:val="28"/>
        </w:rPr>
        <w:t xml:space="preserve"> разработано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30FB2">
        <w:rPr>
          <w:rFonts w:ascii="Times New Roman" w:hAnsi="Times New Roman" w:cs="Times New Roman"/>
          <w:color w:val="000000"/>
          <w:sz w:val="28"/>
          <w:szCs w:val="28"/>
        </w:rPr>
        <w:t xml:space="preserve"> целях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практической возможности правомочного проведения </w:t>
      </w:r>
      <w:r w:rsidRPr="002C5F11">
        <w:rPr>
          <w:rFonts w:ascii="Times New Roman" w:hAnsi="Times New Roman" w:cs="Times New Roman"/>
          <w:sz w:val="28"/>
          <w:szCs w:val="28"/>
        </w:rPr>
        <w:t>собрани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C5F11">
        <w:rPr>
          <w:rFonts w:ascii="Times New Roman" w:hAnsi="Times New Roman" w:cs="Times New Roman"/>
          <w:sz w:val="28"/>
          <w:szCs w:val="28"/>
        </w:rPr>
        <w:t xml:space="preserve"> граждан </w:t>
      </w:r>
      <w:r>
        <w:rPr>
          <w:rFonts w:ascii="Times New Roman" w:hAnsi="Times New Roman" w:cs="Times New Roman"/>
          <w:sz w:val="28"/>
          <w:szCs w:val="28"/>
        </w:rPr>
        <w:t>на части территории</w:t>
      </w:r>
      <w:r w:rsidRPr="002C5F11">
        <w:rPr>
          <w:rFonts w:ascii="Times New Roman" w:hAnsi="Times New Roman" w:cs="Times New Roman"/>
          <w:sz w:val="28"/>
          <w:szCs w:val="28"/>
        </w:rPr>
        <w:t xml:space="preserve"> Сокольско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C5F11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C5F11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C5F11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для обсуждения </w:t>
      </w:r>
      <w:r w:rsidRPr="002C5F11">
        <w:rPr>
          <w:rFonts w:ascii="Times New Roman" w:hAnsi="Times New Roman" w:cs="Times New Roman"/>
          <w:sz w:val="28"/>
          <w:szCs w:val="28"/>
        </w:rPr>
        <w:t>вопросов местного значения, информирования населения о деятельности органов местного самоуправления и должностных лиц местного самоуправления Сокольского муниципального округа Вологодской области, обсуждения вопросов внесения инициативных проектов и их рассмотрения, осуществления территориального общественного самоуправления на части территории Сокольского муниципального округа Вологодской области</w:t>
      </w:r>
    </w:p>
    <w:p w:rsidR="007D2B4B" w:rsidRDefault="007D2B4B" w:rsidP="00C9642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2B4B" w:rsidRPr="00753880" w:rsidRDefault="007D2B4B" w:rsidP="00753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D2B4B" w:rsidRPr="00753880" w:rsidSect="00550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34B1"/>
    <w:rsid w:val="00013BA5"/>
    <w:rsid w:val="000B5321"/>
    <w:rsid w:val="000E45F0"/>
    <w:rsid w:val="000F56F7"/>
    <w:rsid w:val="002267F9"/>
    <w:rsid w:val="002B7D5D"/>
    <w:rsid w:val="002C5F11"/>
    <w:rsid w:val="00342DB9"/>
    <w:rsid w:val="00387AE9"/>
    <w:rsid w:val="00443465"/>
    <w:rsid w:val="00443F14"/>
    <w:rsid w:val="00450F09"/>
    <w:rsid w:val="0047556D"/>
    <w:rsid w:val="00495FBA"/>
    <w:rsid w:val="004C247B"/>
    <w:rsid w:val="004F7763"/>
    <w:rsid w:val="00550087"/>
    <w:rsid w:val="005C0DFD"/>
    <w:rsid w:val="006178A5"/>
    <w:rsid w:val="006812F4"/>
    <w:rsid w:val="006B3562"/>
    <w:rsid w:val="00753880"/>
    <w:rsid w:val="0076660F"/>
    <w:rsid w:val="007C6FFF"/>
    <w:rsid w:val="007D2B4B"/>
    <w:rsid w:val="00811854"/>
    <w:rsid w:val="00877EFC"/>
    <w:rsid w:val="008C34B1"/>
    <w:rsid w:val="00930FB2"/>
    <w:rsid w:val="009D28FF"/>
    <w:rsid w:val="00A5238A"/>
    <w:rsid w:val="00A76CD7"/>
    <w:rsid w:val="00AD3697"/>
    <w:rsid w:val="00BD387C"/>
    <w:rsid w:val="00BD4E84"/>
    <w:rsid w:val="00BD7931"/>
    <w:rsid w:val="00C96424"/>
    <w:rsid w:val="00C96920"/>
    <w:rsid w:val="00CA6DD8"/>
    <w:rsid w:val="00D877BA"/>
    <w:rsid w:val="00E33881"/>
    <w:rsid w:val="00EB5548"/>
    <w:rsid w:val="00EC1A1D"/>
    <w:rsid w:val="00F1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087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87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7AE9"/>
    <w:rPr>
      <w:rFonts w:ascii="Segoe UI" w:hAnsi="Segoe UI" w:cs="Segoe UI"/>
      <w:sz w:val="18"/>
      <w:szCs w:val="18"/>
    </w:rPr>
  </w:style>
  <w:style w:type="paragraph" w:customStyle="1" w:styleId="1">
    <w:name w:val="1"/>
    <w:basedOn w:val="Normal"/>
    <w:next w:val="Normal"/>
    <w:uiPriority w:val="99"/>
    <w:semiHidden/>
    <w:rsid w:val="00877EFC"/>
    <w:pPr>
      <w:spacing w:line="240" w:lineRule="exact"/>
    </w:pPr>
    <w:rPr>
      <w:rFonts w:ascii="Arial" w:hAnsi="Arial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103</TotalTime>
  <Pages>1</Pages>
  <Words>155</Words>
  <Characters>888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ОльгаД</dc:creator>
  <cp:keywords/>
  <dc:description/>
  <cp:lastModifiedBy>пк</cp:lastModifiedBy>
  <cp:revision>11</cp:revision>
  <cp:lastPrinted>2022-08-19T07:18:00Z</cp:lastPrinted>
  <dcterms:created xsi:type="dcterms:W3CDTF">2022-08-19T06:39:00Z</dcterms:created>
  <dcterms:modified xsi:type="dcterms:W3CDTF">2023-05-16T14:22:00Z</dcterms:modified>
</cp:coreProperties>
</file>